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6" w:type="dxa"/>
        <w:tblInd w:w="3510" w:type="dxa"/>
        <w:tblLook w:val="01E0" w:firstRow="1" w:lastRow="1" w:firstColumn="1" w:lastColumn="1" w:noHBand="0" w:noVBand="0"/>
      </w:tblPr>
      <w:tblGrid>
        <w:gridCol w:w="6096"/>
      </w:tblGrid>
      <w:tr w:rsidR="00B45528" w:rsidRPr="00CD4FAA" w14:paraId="1556BA3F" w14:textId="77777777" w:rsidTr="002C4314">
        <w:trPr>
          <w:trHeight w:val="319"/>
        </w:trPr>
        <w:tc>
          <w:tcPr>
            <w:tcW w:w="6096" w:type="dxa"/>
          </w:tcPr>
          <w:p w14:paraId="6EAD9C6B" w14:textId="77777777" w:rsidR="00B45528" w:rsidRPr="00CD4FAA" w:rsidRDefault="00B45528" w:rsidP="002C4314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CD4FAA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B45528" w:rsidRPr="00CD4FAA" w14:paraId="4BBF4A3F" w14:textId="77777777" w:rsidTr="002C4314">
        <w:trPr>
          <w:trHeight w:val="424"/>
        </w:trPr>
        <w:tc>
          <w:tcPr>
            <w:tcW w:w="6096" w:type="dxa"/>
          </w:tcPr>
          <w:p w14:paraId="3B33C2A7" w14:textId="77777777" w:rsidR="00B45528" w:rsidRPr="00CD4FAA" w:rsidRDefault="00B45528" w:rsidP="002C4314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к Договору теплоснабжения № ____</w:t>
            </w:r>
          </w:p>
        </w:tc>
      </w:tr>
      <w:tr w:rsidR="00B45528" w:rsidRPr="00CD4FAA" w14:paraId="2C32D4AC" w14:textId="77777777" w:rsidTr="002C4314">
        <w:trPr>
          <w:trHeight w:val="201"/>
        </w:trPr>
        <w:tc>
          <w:tcPr>
            <w:tcW w:w="6096" w:type="dxa"/>
          </w:tcPr>
          <w:p w14:paraId="04903AF7" w14:textId="77777777" w:rsidR="00B45528" w:rsidRPr="00CD4FAA" w:rsidRDefault="00B45528" w:rsidP="002C4314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35159424" w14:textId="77777777" w:rsidR="00B45528" w:rsidRPr="00CD4FAA" w:rsidRDefault="00B45528" w:rsidP="00B45528">
      <w:pPr>
        <w:jc w:val="right"/>
        <w:rPr>
          <w:rFonts w:ascii="Tahoma" w:hAnsi="Tahoma" w:cs="Tahoma"/>
        </w:rPr>
      </w:pPr>
    </w:p>
    <w:p w14:paraId="2BA780A9" w14:textId="5D77AFF0" w:rsidR="00B45528" w:rsidRPr="00345FC9" w:rsidRDefault="00F259F7" w:rsidP="00B45528">
      <w:pPr>
        <w:keepNext/>
        <w:widowControl w:val="0"/>
        <w:snapToGrid w:val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Д</w:t>
      </w:r>
      <w:r w:rsidR="00B45528" w:rsidRPr="00345FC9">
        <w:rPr>
          <w:rFonts w:ascii="Tahoma" w:hAnsi="Tahoma" w:cs="Tahoma"/>
          <w:b/>
        </w:rPr>
        <w:t>ОГОВОРНО</w:t>
      </w:r>
      <w:r w:rsidR="00050FA3">
        <w:rPr>
          <w:rFonts w:ascii="Tahoma" w:hAnsi="Tahoma" w:cs="Tahoma"/>
          <w:b/>
        </w:rPr>
        <w:t>Й ОБЪЕМ ПОТРЕБЛЕНИЯ</w:t>
      </w:r>
    </w:p>
    <w:p w14:paraId="53FF9D6C" w14:textId="2B5AA9C3" w:rsidR="00B45528" w:rsidRPr="00345FC9" w:rsidRDefault="00B45528" w:rsidP="00B45528">
      <w:pPr>
        <w:keepNext/>
        <w:widowControl w:val="0"/>
        <w:snapToGrid w:val="0"/>
        <w:jc w:val="center"/>
        <w:rPr>
          <w:rFonts w:ascii="Tahoma" w:hAnsi="Tahoma" w:cs="Tahoma"/>
          <w:b/>
        </w:rPr>
      </w:pPr>
      <w:r w:rsidRPr="00345FC9">
        <w:rPr>
          <w:rFonts w:ascii="Tahoma" w:hAnsi="Tahoma" w:cs="Tahoma"/>
          <w:b/>
        </w:rPr>
        <w:t xml:space="preserve">ТЕПЛОВОЙ ЭНЕРГИИ </w:t>
      </w:r>
      <w:r w:rsidR="00F259F7">
        <w:rPr>
          <w:rFonts w:ascii="Tahoma" w:hAnsi="Tahoma" w:cs="Tahoma"/>
          <w:b/>
        </w:rPr>
        <w:t>И (ИЛИ) ТЕПЛОНОСИТЕЛЯ</w:t>
      </w:r>
    </w:p>
    <w:p w14:paraId="104723C2" w14:textId="77777777" w:rsidR="00B45528" w:rsidRPr="00CD4FAA" w:rsidRDefault="00B45528" w:rsidP="00B45528">
      <w:pPr>
        <w:ind w:firstLine="284"/>
        <w:jc w:val="both"/>
        <w:rPr>
          <w:rFonts w:ascii="Tahoma" w:hAnsi="Tahoma" w:cs="Tahoma"/>
        </w:rPr>
      </w:pPr>
    </w:p>
    <w:tbl>
      <w:tblPr>
        <w:tblW w:w="1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1979"/>
        <w:gridCol w:w="1985"/>
        <w:gridCol w:w="1701"/>
        <w:gridCol w:w="2161"/>
      </w:tblGrid>
      <w:tr w:rsidR="00CF5C87" w:rsidRPr="00CD4FAA" w14:paraId="093127A1" w14:textId="0557E408" w:rsidTr="00395C7C">
        <w:trPr>
          <w:trHeight w:val="225"/>
        </w:trPr>
        <w:tc>
          <w:tcPr>
            <w:tcW w:w="0" w:type="auto"/>
            <w:vMerge w:val="restart"/>
            <w:vAlign w:val="center"/>
          </w:tcPr>
          <w:p w14:paraId="29AAEDB5" w14:textId="77777777" w:rsidR="00CF5C87" w:rsidRPr="00CD4FAA" w:rsidRDefault="00CF5C87" w:rsidP="002C4314">
            <w:pPr>
              <w:jc w:val="center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snapToGrid w:val="0"/>
              </w:rPr>
              <w:t>Период</w:t>
            </w:r>
          </w:p>
        </w:tc>
        <w:tc>
          <w:tcPr>
            <w:tcW w:w="0" w:type="auto"/>
            <w:gridSpan w:val="4"/>
          </w:tcPr>
          <w:p w14:paraId="1E56F63C" w14:textId="21C204FE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Количество тепловой энергии, Гкал</w:t>
            </w:r>
          </w:p>
        </w:tc>
      </w:tr>
      <w:tr w:rsidR="00CF5C87" w:rsidRPr="00CD4FAA" w14:paraId="4EB55694" w14:textId="77777777" w:rsidTr="00395C7C">
        <w:trPr>
          <w:trHeight w:val="910"/>
        </w:trPr>
        <w:tc>
          <w:tcPr>
            <w:tcW w:w="0" w:type="auto"/>
            <w:vMerge/>
            <w:vAlign w:val="center"/>
          </w:tcPr>
          <w:p w14:paraId="3DC9F812" w14:textId="77777777" w:rsidR="00CF5C87" w:rsidRPr="00CD4FAA" w:rsidRDefault="00CF5C87" w:rsidP="002C4314">
            <w:pPr>
              <w:jc w:val="center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979" w:type="dxa"/>
            <w:vAlign w:val="center"/>
          </w:tcPr>
          <w:p w14:paraId="083EA74E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Отопление</w:t>
            </w:r>
          </w:p>
        </w:tc>
        <w:tc>
          <w:tcPr>
            <w:tcW w:w="1985" w:type="dxa"/>
            <w:vAlign w:val="center"/>
          </w:tcPr>
          <w:p w14:paraId="66A509DD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Вентиляция</w:t>
            </w:r>
          </w:p>
        </w:tc>
        <w:tc>
          <w:tcPr>
            <w:tcW w:w="1701" w:type="dxa"/>
            <w:vAlign w:val="center"/>
          </w:tcPr>
          <w:p w14:paraId="64785BC5" w14:textId="1FDE0092" w:rsidR="00CF5C87" w:rsidRPr="0057791B" w:rsidRDefault="00CF5C87" w:rsidP="00FA20DF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ГВС</w:t>
            </w:r>
          </w:p>
        </w:tc>
        <w:tc>
          <w:tcPr>
            <w:tcW w:w="2161" w:type="dxa"/>
            <w:vAlign w:val="center"/>
          </w:tcPr>
          <w:p w14:paraId="520E2BBE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Всего</w:t>
            </w:r>
          </w:p>
        </w:tc>
      </w:tr>
      <w:tr w:rsidR="00CF5C87" w:rsidRPr="00CD4FAA" w14:paraId="6017E271" w14:textId="77777777" w:rsidTr="00395C7C">
        <w:trPr>
          <w:trHeight w:val="127"/>
        </w:trPr>
        <w:tc>
          <w:tcPr>
            <w:tcW w:w="0" w:type="auto"/>
          </w:tcPr>
          <w:p w14:paraId="03A8DBBF" w14:textId="39E2AD27" w:rsidR="00CF5C87" w:rsidRPr="00CD4FAA" w:rsidRDefault="00CF5C87" w:rsidP="00CF5C87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1 квартал, 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1979" w:type="dxa"/>
          </w:tcPr>
          <w:p w14:paraId="0002F07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0BD033BE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4D5DB513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1B5E8F26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681D5998" w14:textId="77777777" w:rsidTr="00395C7C">
        <w:trPr>
          <w:trHeight w:val="225"/>
        </w:trPr>
        <w:tc>
          <w:tcPr>
            <w:tcW w:w="0" w:type="auto"/>
          </w:tcPr>
          <w:p w14:paraId="0F56FF97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Январь</w:t>
            </w:r>
          </w:p>
        </w:tc>
        <w:tc>
          <w:tcPr>
            <w:tcW w:w="1979" w:type="dxa"/>
          </w:tcPr>
          <w:p w14:paraId="179804F9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3E037204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2539C7B7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2E88DBA9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6E059A0D" w14:textId="77777777" w:rsidTr="00395C7C">
        <w:trPr>
          <w:trHeight w:val="225"/>
        </w:trPr>
        <w:tc>
          <w:tcPr>
            <w:tcW w:w="0" w:type="auto"/>
          </w:tcPr>
          <w:p w14:paraId="49030305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Февраль</w:t>
            </w:r>
          </w:p>
        </w:tc>
        <w:tc>
          <w:tcPr>
            <w:tcW w:w="1979" w:type="dxa"/>
          </w:tcPr>
          <w:p w14:paraId="1397B8C0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3E9760BC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5066F4F9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6934D955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0394CF03" w14:textId="77777777" w:rsidTr="00395C7C">
        <w:trPr>
          <w:trHeight w:val="225"/>
        </w:trPr>
        <w:tc>
          <w:tcPr>
            <w:tcW w:w="0" w:type="auto"/>
          </w:tcPr>
          <w:p w14:paraId="67F3C467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Март</w:t>
            </w:r>
          </w:p>
        </w:tc>
        <w:tc>
          <w:tcPr>
            <w:tcW w:w="1979" w:type="dxa"/>
          </w:tcPr>
          <w:p w14:paraId="0DC2A1F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7ECC9F46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0B074E1F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4DE4FF94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7EA89C69" w14:textId="77777777" w:rsidTr="00395C7C">
        <w:trPr>
          <w:trHeight w:val="187"/>
        </w:trPr>
        <w:tc>
          <w:tcPr>
            <w:tcW w:w="0" w:type="auto"/>
          </w:tcPr>
          <w:p w14:paraId="0067BF27" w14:textId="48198324" w:rsidR="00CF5C87" w:rsidRPr="00CD4FAA" w:rsidRDefault="00CF5C87" w:rsidP="00CF5C87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2 квартал, 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1979" w:type="dxa"/>
          </w:tcPr>
          <w:p w14:paraId="271CF4F1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1CED76C1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5CF18AA0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52B5FA2E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2B972394" w14:textId="77777777" w:rsidTr="00395C7C">
        <w:trPr>
          <w:trHeight w:val="225"/>
        </w:trPr>
        <w:tc>
          <w:tcPr>
            <w:tcW w:w="0" w:type="auto"/>
          </w:tcPr>
          <w:p w14:paraId="25855937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Апрель</w:t>
            </w:r>
          </w:p>
        </w:tc>
        <w:tc>
          <w:tcPr>
            <w:tcW w:w="1979" w:type="dxa"/>
          </w:tcPr>
          <w:p w14:paraId="07BC4A35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5D7781B5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4CB7EE45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474B8165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05BB7784" w14:textId="77777777" w:rsidTr="00395C7C">
        <w:trPr>
          <w:trHeight w:val="225"/>
        </w:trPr>
        <w:tc>
          <w:tcPr>
            <w:tcW w:w="0" w:type="auto"/>
          </w:tcPr>
          <w:p w14:paraId="603CA221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Май</w:t>
            </w:r>
          </w:p>
        </w:tc>
        <w:tc>
          <w:tcPr>
            <w:tcW w:w="1979" w:type="dxa"/>
          </w:tcPr>
          <w:p w14:paraId="1124C321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4A5E751F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24BFFF94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32F8F658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4CE493E5" w14:textId="77777777" w:rsidTr="00395C7C">
        <w:trPr>
          <w:trHeight w:val="225"/>
        </w:trPr>
        <w:tc>
          <w:tcPr>
            <w:tcW w:w="0" w:type="auto"/>
          </w:tcPr>
          <w:p w14:paraId="03E4AA72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Июнь</w:t>
            </w:r>
          </w:p>
        </w:tc>
        <w:tc>
          <w:tcPr>
            <w:tcW w:w="1979" w:type="dxa"/>
          </w:tcPr>
          <w:p w14:paraId="766B8052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1526D0BD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0D229B62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31D3DA1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0F01A4A6" w14:textId="77777777" w:rsidTr="00395C7C">
        <w:trPr>
          <w:trHeight w:val="246"/>
        </w:trPr>
        <w:tc>
          <w:tcPr>
            <w:tcW w:w="0" w:type="auto"/>
          </w:tcPr>
          <w:p w14:paraId="4801550B" w14:textId="15C8CAFB" w:rsidR="00CF5C87" w:rsidRPr="00CD4FAA" w:rsidRDefault="00CF5C87" w:rsidP="00CF5C87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3 квартал, 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1979" w:type="dxa"/>
          </w:tcPr>
          <w:p w14:paraId="76286E9E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0828AB9F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1B4CAEC8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528A7990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17A82D40" w14:textId="77777777" w:rsidTr="00395C7C">
        <w:trPr>
          <w:trHeight w:val="225"/>
        </w:trPr>
        <w:tc>
          <w:tcPr>
            <w:tcW w:w="0" w:type="auto"/>
          </w:tcPr>
          <w:p w14:paraId="4D161DBD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Июль</w:t>
            </w:r>
          </w:p>
        </w:tc>
        <w:tc>
          <w:tcPr>
            <w:tcW w:w="1979" w:type="dxa"/>
          </w:tcPr>
          <w:p w14:paraId="647FC6A8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14F5038F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16964757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24D3A531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0DCB1183" w14:textId="77777777" w:rsidTr="00395C7C">
        <w:trPr>
          <w:trHeight w:val="225"/>
        </w:trPr>
        <w:tc>
          <w:tcPr>
            <w:tcW w:w="0" w:type="auto"/>
          </w:tcPr>
          <w:p w14:paraId="29DCB21D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Август</w:t>
            </w:r>
          </w:p>
        </w:tc>
        <w:tc>
          <w:tcPr>
            <w:tcW w:w="1979" w:type="dxa"/>
          </w:tcPr>
          <w:p w14:paraId="12A9CF6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1786D6EC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2AEFE52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5251B2F9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5377F499" w14:textId="77777777" w:rsidTr="00395C7C">
        <w:trPr>
          <w:trHeight w:val="225"/>
        </w:trPr>
        <w:tc>
          <w:tcPr>
            <w:tcW w:w="0" w:type="auto"/>
          </w:tcPr>
          <w:p w14:paraId="426B7F85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Сентябрь</w:t>
            </w:r>
          </w:p>
        </w:tc>
        <w:tc>
          <w:tcPr>
            <w:tcW w:w="1979" w:type="dxa"/>
          </w:tcPr>
          <w:p w14:paraId="3107DC3F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159928F1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2FC4670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4350206A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6C344FD6" w14:textId="77777777" w:rsidTr="00395C7C">
        <w:trPr>
          <w:trHeight w:val="70"/>
        </w:trPr>
        <w:tc>
          <w:tcPr>
            <w:tcW w:w="0" w:type="auto"/>
          </w:tcPr>
          <w:p w14:paraId="6EF551FE" w14:textId="531FBCEC" w:rsidR="00CF5C87" w:rsidRPr="00CD4FAA" w:rsidRDefault="00CF5C87" w:rsidP="00CF5C87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4 квартал, 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1979" w:type="dxa"/>
          </w:tcPr>
          <w:p w14:paraId="545777DB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3A9DECB1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578E1DDD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579F3494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18729047" w14:textId="77777777" w:rsidTr="00395C7C">
        <w:trPr>
          <w:trHeight w:val="225"/>
        </w:trPr>
        <w:tc>
          <w:tcPr>
            <w:tcW w:w="0" w:type="auto"/>
          </w:tcPr>
          <w:p w14:paraId="2DE7C2B3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Октябрь</w:t>
            </w:r>
          </w:p>
        </w:tc>
        <w:tc>
          <w:tcPr>
            <w:tcW w:w="1979" w:type="dxa"/>
          </w:tcPr>
          <w:p w14:paraId="2F250D8B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3B855008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045C2823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0DF87FB9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083B6A22" w14:textId="77777777" w:rsidTr="00395C7C">
        <w:trPr>
          <w:trHeight w:val="225"/>
        </w:trPr>
        <w:tc>
          <w:tcPr>
            <w:tcW w:w="0" w:type="auto"/>
          </w:tcPr>
          <w:p w14:paraId="7E15C204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Ноябрь</w:t>
            </w:r>
          </w:p>
        </w:tc>
        <w:tc>
          <w:tcPr>
            <w:tcW w:w="1979" w:type="dxa"/>
          </w:tcPr>
          <w:p w14:paraId="23C10592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3EFF7E17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6A952034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05179986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79A0DCD2" w14:textId="77777777" w:rsidTr="00395C7C">
        <w:trPr>
          <w:trHeight w:val="225"/>
        </w:trPr>
        <w:tc>
          <w:tcPr>
            <w:tcW w:w="0" w:type="auto"/>
          </w:tcPr>
          <w:p w14:paraId="6A634210" w14:textId="77777777" w:rsidR="00CF5C87" w:rsidRPr="00CD4FAA" w:rsidRDefault="00CF5C87" w:rsidP="002C4314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Декабрь</w:t>
            </w:r>
          </w:p>
        </w:tc>
        <w:tc>
          <w:tcPr>
            <w:tcW w:w="1979" w:type="dxa"/>
          </w:tcPr>
          <w:p w14:paraId="7CEA43FD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423F3B7E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0EDA30E9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0E7CEEDF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CF5C87" w:rsidRPr="00CD4FAA" w14:paraId="2A6E66FD" w14:textId="77777777" w:rsidTr="00395C7C">
        <w:trPr>
          <w:trHeight w:val="70"/>
        </w:trPr>
        <w:tc>
          <w:tcPr>
            <w:tcW w:w="0" w:type="auto"/>
            <w:vAlign w:val="bottom"/>
          </w:tcPr>
          <w:p w14:paraId="2B44702F" w14:textId="77777777" w:rsidR="00CF5C87" w:rsidRPr="00CD4FAA" w:rsidRDefault="00CF5C87" w:rsidP="002C4314">
            <w:pPr>
              <w:rPr>
                <w:rFonts w:ascii="Tahoma" w:hAnsi="Tahoma" w:cs="Tahoma"/>
                <w:color w:val="000000"/>
              </w:rPr>
            </w:pPr>
            <w:r w:rsidRPr="00CD4FAA">
              <w:rPr>
                <w:rFonts w:ascii="Tahoma" w:hAnsi="Tahoma" w:cs="Tahoma"/>
                <w:b/>
                <w:i/>
                <w:color w:val="000000"/>
              </w:rPr>
              <w:t>Итого за год</w:t>
            </w:r>
            <w:r w:rsidRPr="00CD4FAA"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1979" w:type="dxa"/>
          </w:tcPr>
          <w:p w14:paraId="7B907358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985" w:type="dxa"/>
          </w:tcPr>
          <w:p w14:paraId="6FA5E09D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701" w:type="dxa"/>
          </w:tcPr>
          <w:p w14:paraId="49A6EB95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2161" w:type="dxa"/>
          </w:tcPr>
          <w:p w14:paraId="2A7DBE1B" w14:textId="77777777" w:rsidR="00CF5C87" w:rsidRPr="00CD4FAA" w:rsidRDefault="00CF5C87" w:rsidP="002C4314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</w:tbl>
    <w:p w14:paraId="690C9EFE" w14:textId="243C653F" w:rsidR="00395C7C" w:rsidRDefault="00395C7C" w:rsidP="00B45528">
      <w:pPr>
        <w:ind w:left="720"/>
        <w:jc w:val="both"/>
        <w:rPr>
          <w:rFonts w:ascii="Tahoma" w:hAnsi="Tahoma" w:cs="Tahoma"/>
        </w:rPr>
      </w:pPr>
    </w:p>
    <w:p w14:paraId="3C04D5BD" w14:textId="77777777" w:rsidR="00395C7C" w:rsidRPr="00CD4FAA" w:rsidRDefault="00395C7C" w:rsidP="00B45528">
      <w:pPr>
        <w:ind w:left="720"/>
        <w:jc w:val="both"/>
        <w:rPr>
          <w:rFonts w:ascii="Tahoma" w:hAnsi="Tahoma" w:cs="Tahoma"/>
        </w:rPr>
      </w:pPr>
    </w:p>
    <w:p w14:paraId="37DFA25E" w14:textId="77777777" w:rsidR="00B45528" w:rsidRPr="00CD4FAA" w:rsidRDefault="00B45528" w:rsidP="00B45528">
      <w:pPr>
        <w:jc w:val="center"/>
        <w:rPr>
          <w:rFonts w:ascii="Tahoma" w:hAnsi="Tahoma" w:cs="Tahoma"/>
        </w:rPr>
      </w:pPr>
      <w:r w:rsidRPr="00CD4FAA">
        <w:rPr>
          <w:rFonts w:ascii="Tahoma" w:hAnsi="Tahoma" w:cs="Tahoma"/>
        </w:rPr>
        <w:t>ПОДПИСИ СТОРОН</w:t>
      </w:r>
    </w:p>
    <w:p w14:paraId="1964C33F" w14:textId="77777777" w:rsidR="00B45528" w:rsidRPr="00CD4FAA" w:rsidRDefault="00B45528" w:rsidP="00B45528">
      <w:pPr>
        <w:jc w:val="center"/>
        <w:rPr>
          <w:rFonts w:ascii="Tahoma" w:hAnsi="Tahoma" w:cs="Tahoma"/>
        </w:rPr>
      </w:pPr>
    </w:p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968"/>
        <w:gridCol w:w="900"/>
        <w:gridCol w:w="4392"/>
      </w:tblGrid>
      <w:tr w:rsidR="00B45528" w:rsidRPr="00CD4FAA" w14:paraId="0A764A0B" w14:textId="77777777" w:rsidTr="002C4314">
        <w:tc>
          <w:tcPr>
            <w:tcW w:w="4968" w:type="dxa"/>
          </w:tcPr>
          <w:p w14:paraId="49A30C39" w14:textId="77777777" w:rsidR="00B45528" w:rsidRPr="00CD4FAA" w:rsidRDefault="00B45528" w:rsidP="002C4314">
            <w:pPr>
              <w:jc w:val="center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900" w:type="dxa"/>
          </w:tcPr>
          <w:p w14:paraId="0F18B35D" w14:textId="77777777" w:rsidR="00B45528" w:rsidRPr="00CD4FAA" w:rsidRDefault="00B45528" w:rsidP="002C4314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392" w:type="dxa"/>
          </w:tcPr>
          <w:p w14:paraId="41A5A34B" w14:textId="77777777" w:rsidR="00B45528" w:rsidRPr="00CD4FAA" w:rsidRDefault="00B45528" w:rsidP="002C4314">
            <w:pPr>
              <w:jc w:val="center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ПОТРЕБИТЕЛЬ</w:t>
            </w:r>
          </w:p>
        </w:tc>
      </w:tr>
      <w:tr w:rsidR="00B45528" w:rsidRPr="00CD4FAA" w14:paraId="3C2A5A9B" w14:textId="77777777" w:rsidTr="002C4314">
        <w:trPr>
          <w:trHeight w:val="606"/>
        </w:trPr>
        <w:tc>
          <w:tcPr>
            <w:tcW w:w="4968" w:type="dxa"/>
          </w:tcPr>
          <w:p w14:paraId="77033AA5" w14:textId="77777777" w:rsidR="00B45528" w:rsidRPr="00CD4FAA" w:rsidRDefault="00B45528" w:rsidP="002C4314">
            <w:pPr>
              <w:spacing w:before="240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________</w:t>
            </w:r>
            <w:r>
              <w:rPr>
                <w:rFonts w:ascii="Tahoma" w:hAnsi="Tahoma" w:cs="Tahoma"/>
              </w:rPr>
              <w:t>_________________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</w:rPr>
              <w:t>(_________</w:t>
            </w:r>
            <w:r w:rsidRPr="00CD4FAA">
              <w:rPr>
                <w:rFonts w:ascii="Tahoma" w:hAnsi="Tahoma" w:cs="Tahoma"/>
              </w:rPr>
              <w:t>______)</w:t>
            </w:r>
          </w:p>
        </w:tc>
        <w:tc>
          <w:tcPr>
            <w:tcW w:w="900" w:type="dxa"/>
          </w:tcPr>
          <w:p w14:paraId="51EDC40D" w14:textId="77777777" w:rsidR="00B45528" w:rsidRPr="00CD4FAA" w:rsidRDefault="00B45528" w:rsidP="002C431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392" w:type="dxa"/>
          </w:tcPr>
          <w:p w14:paraId="29870728" w14:textId="77777777" w:rsidR="00B45528" w:rsidRPr="00CD4FAA" w:rsidRDefault="00B45528" w:rsidP="002C4314">
            <w:pPr>
              <w:spacing w:before="240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_____________</w:t>
            </w:r>
            <w:r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</w:rPr>
              <w:t>(____</w:t>
            </w:r>
            <w:r w:rsidRPr="00CD4FAA">
              <w:rPr>
                <w:rFonts w:ascii="Tahoma" w:hAnsi="Tahoma" w:cs="Tahoma"/>
              </w:rPr>
              <w:t>_______)</w:t>
            </w:r>
          </w:p>
        </w:tc>
      </w:tr>
    </w:tbl>
    <w:p w14:paraId="1F66B1F8" w14:textId="1D8B1A6E" w:rsidR="002D4912" w:rsidRPr="00B45528" w:rsidRDefault="00B45528" w:rsidP="00981734">
      <w:pPr>
        <w:pStyle w:val="2"/>
        <w:ind w:firstLine="720"/>
        <w:jc w:val="both"/>
      </w:pPr>
      <w:r w:rsidRPr="00CD4FAA">
        <w:rPr>
          <w:rFonts w:ascii="Tahoma" w:hAnsi="Tahoma" w:cs="Tahoma"/>
        </w:rPr>
        <w:t xml:space="preserve">М.П.                                                                          </w:t>
      </w:r>
      <w:r>
        <w:rPr>
          <w:rFonts w:ascii="Tahoma" w:hAnsi="Tahoma" w:cs="Tahoma"/>
        </w:rPr>
        <w:t xml:space="preserve">                 </w:t>
      </w:r>
      <w:r w:rsidRPr="00CD4FAA">
        <w:rPr>
          <w:rFonts w:ascii="Tahoma" w:hAnsi="Tahoma" w:cs="Tahoma"/>
        </w:rPr>
        <w:t>М.П.</w:t>
      </w:r>
    </w:p>
    <w:sectPr w:rsidR="002D4912" w:rsidRPr="00B45528" w:rsidSect="00F259F7">
      <w:pgSz w:w="12240" w:h="15840"/>
      <w:pgMar w:top="720" w:right="567" w:bottom="720" w:left="73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94062" w14:textId="77777777" w:rsidR="0074177D" w:rsidRDefault="0074177D">
      <w:r>
        <w:separator/>
      </w:r>
    </w:p>
  </w:endnote>
  <w:endnote w:type="continuationSeparator" w:id="0">
    <w:p w14:paraId="2F5795F6" w14:textId="77777777" w:rsidR="0074177D" w:rsidRDefault="0074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869AF" w14:textId="77777777" w:rsidR="0074177D" w:rsidRDefault="0074177D">
      <w:r>
        <w:separator/>
      </w:r>
    </w:p>
  </w:footnote>
  <w:footnote w:type="continuationSeparator" w:id="0">
    <w:p w14:paraId="356239C3" w14:textId="77777777" w:rsidR="0074177D" w:rsidRDefault="00741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B7"/>
    <w:rsid w:val="00050FA3"/>
    <w:rsid w:val="00194B0B"/>
    <w:rsid w:val="00205F1E"/>
    <w:rsid w:val="002D4912"/>
    <w:rsid w:val="00334618"/>
    <w:rsid w:val="00395C7C"/>
    <w:rsid w:val="003E3CE8"/>
    <w:rsid w:val="00441C3B"/>
    <w:rsid w:val="004B3F67"/>
    <w:rsid w:val="00512B3F"/>
    <w:rsid w:val="00612DCB"/>
    <w:rsid w:val="006219AD"/>
    <w:rsid w:val="0073036C"/>
    <w:rsid w:val="0074177D"/>
    <w:rsid w:val="00767E67"/>
    <w:rsid w:val="007D028F"/>
    <w:rsid w:val="00903EE2"/>
    <w:rsid w:val="00981734"/>
    <w:rsid w:val="009F4E49"/>
    <w:rsid w:val="00AC3C1C"/>
    <w:rsid w:val="00AF74F1"/>
    <w:rsid w:val="00B05BEA"/>
    <w:rsid w:val="00B45528"/>
    <w:rsid w:val="00BA6061"/>
    <w:rsid w:val="00BB7EB7"/>
    <w:rsid w:val="00CA66C6"/>
    <w:rsid w:val="00CF5C87"/>
    <w:rsid w:val="00D14F2F"/>
    <w:rsid w:val="00D30A50"/>
    <w:rsid w:val="00E61443"/>
    <w:rsid w:val="00F259F7"/>
    <w:rsid w:val="00F56D1F"/>
    <w:rsid w:val="00FA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160B9"/>
  <w15:docId w15:val="{E7D47363-73EA-4ABA-9CE4-36A5EEFB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customStyle="1" w:styleId="1">
    <w:name w:val="заголовок 1"/>
    <w:basedOn w:val="a"/>
    <w:next w:val="a"/>
    <w:rsid w:val="00BB7EB7"/>
    <w:pPr>
      <w:keepNext/>
      <w:widowControl w:val="0"/>
      <w:snapToGrid w:val="0"/>
      <w:jc w:val="center"/>
    </w:pPr>
    <w:rPr>
      <w:b/>
      <w:sz w:val="24"/>
    </w:rPr>
  </w:style>
  <w:style w:type="table" w:styleId="a7">
    <w:name w:val="Table Grid"/>
    <w:basedOn w:val="a1"/>
    <w:uiPriority w:val="59"/>
    <w:rsid w:val="00BB7EB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67E67"/>
    <w:pPr>
      <w:widowControl w:val="0"/>
      <w:jc w:val="both"/>
    </w:pPr>
    <w:rPr>
      <w:snapToGrid w:val="0"/>
    </w:rPr>
  </w:style>
  <w:style w:type="character" w:customStyle="1" w:styleId="a9">
    <w:name w:val="Основной текст Знак"/>
    <w:basedOn w:val="a0"/>
    <w:link w:val="a8"/>
    <w:rsid w:val="00767E67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">
    <w:name w:val="Body Text 2"/>
    <w:basedOn w:val="a"/>
    <w:link w:val="20"/>
    <w:rsid w:val="00767E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67E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annotation text"/>
    <w:basedOn w:val="a"/>
    <w:link w:val="ab"/>
    <w:uiPriority w:val="99"/>
    <w:rsid w:val="00767E67"/>
  </w:style>
  <w:style w:type="character" w:customStyle="1" w:styleId="ab">
    <w:name w:val="Текст примечания Знак"/>
    <w:basedOn w:val="a0"/>
    <w:link w:val="aa"/>
    <w:uiPriority w:val="99"/>
    <w:rsid w:val="00767E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footnote reference"/>
    <w:basedOn w:val="a0"/>
    <w:rsid w:val="00767E67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B45528"/>
  </w:style>
  <w:style w:type="character" w:customStyle="1" w:styleId="ae">
    <w:name w:val="Текст сноски Знак"/>
    <w:basedOn w:val="a0"/>
    <w:link w:val="ad"/>
    <w:uiPriority w:val="99"/>
    <w:semiHidden/>
    <w:rsid w:val="00B455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F259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259F7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f1">
    <w:name w:val="annotation reference"/>
    <w:basedOn w:val="a0"/>
    <w:uiPriority w:val="99"/>
    <w:semiHidden/>
    <w:unhideWhenUsed/>
    <w:rsid w:val="00D30A50"/>
    <w:rPr>
      <w:sz w:val="16"/>
      <w:szCs w:val="16"/>
    </w:rPr>
  </w:style>
  <w:style w:type="table" w:customStyle="1" w:styleId="TableStyle0">
    <w:name w:val="TableStyle0"/>
    <w:rsid w:val="003E3CE8"/>
    <w:pPr>
      <w:spacing w:after="0" w:line="240" w:lineRule="auto"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981734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981734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071F5-368F-40FE-89F8-FFBA1589C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64FE4C-A588-40E7-9DA3-9E438F55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Репина Елена Анатольевна</cp:lastModifiedBy>
  <cp:revision>2</cp:revision>
  <dcterms:created xsi:type="dcterms:W3CDTF">2024-10-21T13:21:00Z</dcterms:created>
  <dcterms:modified xsi:type="dcterms:W3CDTF">2024-10-21T13:21:00Z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